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427"/>
      </w:tblGrid>
      <w:tr w:rsidR="0070684C" w14:paraId="61719C88" w14:textId="77777777" w:rsidTr="00B12336">
        <w:tc>
          <w:tcPr>
            <w:tcW w:w="4786" w:type="dxa"/>
          </w:tcPr>
          <w:p w14:paraId="61719C84" w14:textId="77777777" w:rsidR="0070684C" w:rsidRPr="0070684C" w:rsidRDefault="0070684C" w:rsidP="00F21C04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14:paraId="61719C85" w14:textId="77777777" w:rsidR="0070684C" w:rsidRPr="00F73D45" w:rsidRDefault="0070684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  <w:r w:rsidRPr="00F73D45">
              <w:rPr>
                <w:b/>
                <w:sz w:val="22"/>
                <w:szCs w:val="22"/>
              </w:rPr>
              <w:t>KINNITATUD</w:t>
            </w:r>
          </w:p>
          <w:p w14:paraId="61719C86" w14:textId="37BBD7C3" w:rsidR="0070684C" w:rsidRPr="006F65D2" w:rsidRDefault="007C6272" w:rsidP="00B12336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6F65D2">
              <w:rPr>
                <w:sz w:val="22"/>
                <w:szCs w:val="22"/>
              </w:rPr>
              <w:t>Siseministri</w:t>
            </w:r>
            <w:r w:rsidR="006F65D2" w:rsidRPr="006F65D2">
              <w:rPr>
                <w:sz w:val="22"/>
                <w:szCs w:val="22"/>
              </w:rPr>
              <w:t xml:space="preserve"> </w:t>
            </w:r>
            <w:r w:rsidR="006F65D2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delta_regDateTime  \* MERGEFORMAT</w:instrText>
            </w:r>
            <w:r w:rsidR="006F65D2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20.03.2023</w:t>
            </w:r>
            <w:r w:rsidR="006F65D2" w:rsidRPr="006F65D2">
              <w:rPr>
                <w:sz w:val="22"/>
                <w:szCs w:val="22"/>
              </w:rPr>
              <w:fldChar w:fldCharType="end"/>
            </w:r>
            <w:r w:rsidR="006F65D2" w:rsidRPr="006F65D2">
              <w:rPr>
                <w:sz w:val="22"/>
                <w:szCs w:val="22"/>
              </w:rPr>
              <w:t xml:space="preserve"> käskkirjaga nr </w:t>
            </w:r>
            <w:r w:rsidR="0070684C" w:rsidRPr="006F65D2">
              <w:rPr>
                <w:sz w:val="22"/>
                <w:szCs w:val="22"/>
              </w:rPr>
              <w:t xml:space="preserve"> </w:t>
            </w:r>
            <w:r w:rsidR="0070684C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delta_regNumber  \* MERGEFORMAT</w:instrText>
            </w:r>
            <w:r w:rsidR="0070684C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1-3/51</w:t>
            </w:r>
            <w:r w:rsidR="0070684C" w:rsidRPr="006F65D2">
              <w:rPr>
                <w:sz w:val="22"/>
                <w:szCs w:val="22"/>
              </w:rPr>
              <w:fldChar w:fldCharType="end"/>
            </w:r>
            <w:r w:rsidR="0070684C" w:rsidRPr="006F65D2">
              <w:rPr>
                <w:sz w:val="22"/>
                <w:szCs w:val="22"/>
              </w:rPr>
              <w:t>„</w:t>
            </w:r>
            <w:r w:rsidR="00464EA9" w:rsidRPr="006F65D2">
              <w:rPr>
                <w:sz w:val="22"/>
                <w:szCs w:val="22"/>
              </w:rPr>
              <w:t>Riigieelarvelise toetuse eraldamine ning lepingute  sõl</w:t>
            </w:r>
            <w:r w:rsidR="00481CA4" w:rsidRPr="006F65D2">
              <w:rPr>
                <w:sz w:val="22"/>
                <w:szCs w:val="22"/>
              </w:rPr>
              <w:t>mimine kodanikuühendustega  202</w:t>
            </w:r>
            <w:r w:rsidR="006F65D2" w:rsidRPr="006F65D2">
              <w:rPr>
                <w:sz w:val="22"/>
                <w:szCs w:val="22"/>
              </w:rPr>
              <w:t>3</w:t>
            </w:r>
            <w:r w:rsidR="00464EA9" w:rsidRPr="006F65D2">
              <w:rPr>
                <w:sz w:val="22"/>
                <w:szCs w:val="22"/>
              </w:rPr>
              <w:t>. aasta riigieelarve menetlemisel tehtud toetuse andmise otsuste alusel</w:t>
            </w:r>
            <w:r w:rsidR="0070684C" w:rsidRPr="006F65D2">
              <w:rPr>
                <w:sz w:val="22"/>
                <w:szCs w:val="22"/>
              </w:rPr>
              <w:t>“</w:t>
            </w:r>
          </w:p>
          <w:p w14:paraId="61719C87" w14:textId="77777777" w:rsidR="0070684C" w:rsidRPr="008145F3" w:rsidRDefault="0070684C" w:rsidP="00F21C04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8145F3">
              <w:rPr>
                <w:sz w:val="22"/>
                <w:szCs w:val="22"/>
              </w:rPr>
              <w:t xml:space="preserve">LISA </w:t>
            </w:r>
            <w:r w:rsidR="00F21C04" w:rsidRPr="00F21C04">
              <w:rPr>
                <w:sz w:val="22"/>
                <w:szCs w:val="22"/>
              </w:rPr>
              <w:t>3</w:t>
            </w:r>
          </w:p>
        </w:tc>
      </w:tr>
      <w:tr w:rsidR="0089276C" w14:paraId="61719C8B" w14:textId="77777777" w:rsidTr="00B12336">
        <w:tc>
          <w:tcPr>
            <w:tcW w:w="4786" w:type="dxa"/>
          </w:tcPr>
          <w:p w14:paraId="61719C89" w14:textId="77777777" w:rsidR="0089276C" w:rsidRPr="00E576CA" w:rsidRDefault="0089276C" w:rsidP="00017C88">
            <w:pPr>
              <w:widowControl/>
              <w:suppressAutoHyphens w:val="0"/>
              <w:spacing w:before="240"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501" w:type="dxa"/>
          </w:tcPr>
          <w:p w14:paraId="61719C8A" w14:textId="77777777" w:rsidR="0089276C" w:rsidRPr="00B81632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61719C8C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p w14:paraId="61719C8D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1"/>
      </w:tblGrid>
      <w:tr w:rsidR="00F21C04" w:rsidRPr="00645CA1" w14:paraId="61719C9F" w14:textId="77777777" w:rsidTr="00E06C31">
        <w:trPr>
          <w:trHeight w:val="5252"/>
        </w:trPr>
        <w:tc>
          <w:tcPr>
            <w:tcW w:w="9062" w:type="dxa"/>
          </w:tcPr>
          <w:p w14:paraId="61719C8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8F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Pakkumusega nõustumus</w:t>
            </w:r>
          </w:p>
          <w:p w14:paraId="61719C90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91" w14:textId="610FE260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645CA1">
              <w:rPr>
                <w:rFonts w:ascii="Times New Roman" w:eastAsia="Calibri" w:hAnsi="Times New Roman" w:cs="Times New Roman"/>
              </w:rPr>
              <w:t xml:space="preserve">Käesolevaga annan </w:t>
            </w:r>
            <w:r w:rsidR="00546E39">
              <w:rPr>
                <w:rFonts w:eastAsia="Calibri"/>
                <w:color w:val="2E74B5"/>
              </w:rPr>
              <w:t xml:space="preserve">MTÜ Roela Kodukant </w:t>
            </w:r>
            <w:r w:rsidRPr="00645CA1">
              <w:rPr>
                <w:rFonts w:ascii="Times New Roman" w:eastAsia="Calibri" w:hAnsi="Times New Roman" w:cs="Times New Roman"/>
              </w:rPr>
              <w:t xml:space="preserve">nimel nõustumuse riigieelarvelise toetuse lepingu pakkumusele, mis on esitatud </w:t>
            </w:r>
            <w:r w:rsidRPr="00F73D45">
              <w:rPr>
                <w:rFonts w:ascii="Times New Roman" w:eastAsia="Calibri" w:hAnsi="Times New Roman" w:cs="Times New Roman"/>
              </w:rPr>
              <w:t xml:space="preserve">siseministri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delta_regDateTime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20.03.2023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="00EC5AB8" w:rsidRPr="006F65D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73D45">
              <w:rPr>
                <w:rFonts w:ascii="Times New Roman" w:eastAsia="Calibri" w:hAnsi="Times New Roman" w:cs="Times New Roman"/>
              </w:rPr>
              <w:t xml:space="preserve">käskkirjas nr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delta_regNumber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1-3/51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Pr="00F73D45">
              <w:rPr>
                <w:rFonts w:ascii="Times New Roman" w:eastAsia="Calibri" w:hAnsi="Times New Roman" w:cs="Times New Roman"/>
              </w:rPr>
              <w:t>„</w:t>
            </w:r>
            <w:r w:rsidR="00FC7E7E" w:rsidRPr="00F73D45">
              <w:rPr>
                <w:rFonts w:ascii="Times New Roman" w:hAnsi="Times New Roman" w:cs="Times New Roman"/>
              </w:rPr>
              <w:t>Riigieelarvelise toetuse eraldamine ning lepingute sõlmimin</w:t>
            </w:r>
            <w:r w:rsidR="00481CA4" w:rsidRPr="00F73D45">
              <w:rPr>
                <w:rFonts w:ascii="Times New Roman" w:hAnsi="Times New Roman" w:cs="Times New Roman"/>
              </w:rPr>
              <w:t>e kodanikuühendustega 202</w:t>
            </w:r>
            <w:r w:rsidR="00F44A62">
              <w:rPr>
                <w:rFonts w:ascii="Times New Roman" w:hAnsi="Times New Roman" w:cs="Times New Roman"/>
              </w:rPr>
              <w:t>3</w:t>
            </w:r>
            <w:r w:rsidR="00FC7E7E" w:rsidRPr="00F73D45">
              <w:rPr>
                <w:rFonts w:ascii="Times New Roman" w:hAnsi="Times New Roman" w:cs="Times New Roman"/>
              </w:rPr>
              <w:t>. aasta riigieelarve menetlemise</w:t>
            </w:r>
            <w:r w:rsidR="00FC7E7E">
              <w:rPr>
                <w:rFonts w:ascii="Times New Roman" w:hAnsi="Times New Roman" w:cs="Times New Roman"/>
              </w:rPr>
              <w:t>l tehtud toetuse andmise otsuste alusel</w:t>
            </w:r>
            <w:r w:rsidRPr="00645CA1">
              <w:rPr>
                <w:rFonts w:ascii="Times New Roman" w:eastAsia="Calibri" w:hAnsi="Times New Roman" w:cs="Times New Roman"/>
              </w:rPr>
              <w:t xml:space="preserve">“ (edaspidi </w:t>
            </w:r>
            <w:r w:rsidRPr="00645CA1">
              <w:rPr>
                <w:rFonts w:ascii="Times New Roman" w:eastAsia="Calibri" w:hAnsi="Times New Roman" w:cs="Times New Roman"/>
                <w:i/>
              </w:rPr>
              <w:t>siseministri käskkiri</w:t>
            </w:r>
            <w:r w:rsidRPr="00645CA1">
              <w:rPr>
                <w:rFonts w:ascii="Times New Roman" w:eastAsia="Calibri" w:hAnsi="Times New Roman" w:cs="Times New Roman"/>
              </w:rPr>
              <w:t>).</w:t>
            </w:r>
          </w:p>
          <w:p w14:paraId="61719C92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3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Olen teadlik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, et nõustumuse andmisega loetakse riigieelarvelise toetuse leping sõlmituks. </w:t>
            </w:r>
            <w:r>
              <w:rPr>
                <w:rFonts w:ascii="Times New Roman" w:eastAsia="Calibri" w:hAnsi="Times New Roman" w:cs="Times New Roman"/>
              </w:rPr>
              <w:t>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innitan, et olen teadlik asjaolust, mille kohaselt loetakse riigieelarvelise toetuse leping sõlmituks siseministri käskkirjas ja selle lisas 2 </w:t>
            </w:r>
            <w:r>
              <w:rPr>
                <w:rFonts w:ascii="Times New Roman" w:eastAsia="Calibri" w:hAnsi="Times New Roman" w:cs="Times New Roman"/>
              </w:rPr>
              <w:t xml:space="preserve">esitatud </w:t>
            </w:r>
            <w:r w:rsidR="00F21C04" w:rsidRPr="00645CA1">
              <w:rPr>
                <w:rFonts w:ascii="Times New Roman" w:eastAsia="Calibri" w:hAnsi="Times New Roman" w:cs="Times New Roman"/>
              </w:rPr>
              <w:t>tingimustel ning toetuse saaja on kohustatud neid tingimusi täitma.</w:t>
            </w:r>
          </w:p>
          <w:p w14:paraId="61719C94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5" w14:textId="24972BD1" w:rsidR="00F21C04" w:rsidRPr="00645CA1" w:rsidRDefault="00546E39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eastAsia="Calibri"/>
                <w:color w:val="2E74B5"/>
              </w:rPr>
              <w:t xml:space="preserve">MTÜ Roela Kodukant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kontaktisiku nimi, e-posti aadress ja telefoni nr lepingu täitmisel on: </w:t>
            </w:r>
          </w:p>
          <w:p w14:paraId="61719C96" w14:textId="67AB559A" w:rsidR="00F21C04" w:rsidRPr="00645CA1" w:rsidRDefault="00546E39" w:rsidP="00E06C31">
            <w:pPr>
              <w:rPr>
                <w:rFonts w:ascii="Times New Roman" w:eastAsia="Calibri" w:hAnsi="Times New Roman" w:cs="Times New Roman"/>
                <w:color w:val="2E74B5"/>
              </w:rPr>
            </w:pPr>
            <w:r>
              <w:rPr>
                <w:rFonts w:ascii="Times New Roman" w:eastAsia="Calibri" w:hAnsi="Times New Roman" w:cs="Times New Roman"/>
                <w:color w:val="2E74B5"/>
              </w:rPr>
              <w:t xml:space="preserve">Tiina Alavere, </w:t>
            </w:r>
            <w:hyperlink r:id="rId7" w:history="1">
              <w:r w:rsidRPr="00AF6C61">
                <w:rPr>
                  <w:rStyle w:val="Hperlink"/>
                  <w:rFonts w:eastAsia="Calibri"/>
                </w:rPr>
                <w:t>tiinaalavere@gmail.com</w:t>
              </w:r>
            </w:hyperlink>
            <w:r>
              <w:rPr>
                <w:rFonts w:ascii="Times New Roman" w:eastAsia="Calibri" w:hAnsi="Times New Roman" w:cs="Times New Roman"/>
                <w:color w:val="2E74B5"/>
              </w:rPr>
              <w:t>, Veskikaare 1/12, Roela, Lääne-Virumaa, tel: 5130553</w:t>
            </w:r>
          </w:p>
          <w:p w14:paraId="61719C97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8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alun </w:t>
            </w:r>
            <w:r>
              <w:rPr>
                <w:rFonts w:ascii="Times New Roman" w:eastAsia="Calibri" w:hAnsi="Times New Roman" w:cs="Times New Roman"/>
              </w:rPr>
              <w:t xml:space="preserve">kandke toetus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üle </w:t>
            </w:r>
            <w:r>
              <w:rPr>
                <w:rFonts w:ascii="Times New Roman" w:eastAsia="Calibri" w:hAnsi="Times New Roman" w:cs="Times New Roman"/>
              </w:rPr>
              <w:t>arvelduskontole</w:t>
            </w:r>
            <w:r w:rsidR="00F21C04" w:rsidRPr="00645CA1">
              <w:rPr>
                <w:rFonts w:ascii="Times New Roman" w:eastAsia="Calibri" w:hAnsi="Times New Roman" w:cs="Times New Roman"/>
              </w:rPr>
              <w:t>:</w:t>
            </w:r>
          </w:p>
          <w:p w14:paraId="61719C99" w14:textId="36180B89" w:rsidR="00F21C04" w:rsidRPr="00645CA1" w:rsidRDefault="00546E39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2E74B5"/>
              </w:rPr>
              <w:t xml:space="preserve">Swedpank </w:t>
            </w:r>
            <w:r w:rsidRPr="00546E39">
              <w:rPr>
                <w:rFonts w:ascii="Times New Roman" w:eastAsia="Calibri" w:hAnsi="Times New Roman" w:cs="Times New Roman"/>
                <w:b/>
                <w:bCs/>
                <w:color w:val="2E74B5"/>
              </w:rPr>
              <w:t>EE572200221030479529</w:t>
            </w:r>
            <w:r w:rsidRPr="00546E39">
              <w:rPr>
                <w:rFonts w:ascii="Times New Roman" w:eastAsia="Calibri" w:hAnsi="Times New Roman" w:cs="Times New Roman"/>
                <w:color w:val="2E74B5"/>
              </w:rPr>
              <w:t xml:space="preserve"> </w:t>
            </w:r>
          </w:p>
          <w:p w14:paraId="61719C9A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B" w14:textId="77777777" w:rsidR="00F21C04" w:rsidRPr="00AB2A2F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AB2A2F">
              <w:rPr>
                <w:rFonts w:ascii="Times New Roman" w:eastAsia="Calibri" w:hAnsi="Times New Roman" w:cs="Times New Roman"/>
              </w:rPr>
              <w:t>(allkirjastatud digitaalselt)</w:t>
            </w:r>
          </w:p>
          <w:p w14:paraId="61719C9C" w14:textId="107022DE" w:rsidR="00F21C04" w:rsidRDefault="00546E39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Tiina Alavere</w:t>
            </w:r>
          </w:p>
          <w:p w14:paraId="38F66502" w14:textId="67C3AC4A" w:rsidR="00546E39" w:rsidRPr="00645CA1" w:rsidRDefault="00546E39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MTÜ Roela Kodukant juhatuse liige</w:t>
            </w:r>
          </w:p>
          <w:p w14:paraId="61719C9E" w14:textId="77777777" w:rsidR="00F21C04" w:rsidRPr="00645CA1" w:rsidRDefault="00F21C04" w:rsidP="00546E39">
            <w:pPr>
              <w:rPr>
                <w:rFonts w:ascii="Times New Roman" w:eastAsia="Calibri" w:hAnsi="Times New Roman" w:cs="Times New Roman"/>
              </w:rPr>
            </w:pPr>
            <w:bookmarkStart w:id="0" w:name="_GoBack"/>
            <w:bookmarkEnd w:id="0"/>
          </w:p>
        </w:tc>
      </w:tr>
    </w:tbl>
    <w:p w14:paraId="61719CA0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1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2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3"/>
        <w:gridCol w:w="4358"/>
      </w:tblGrid>
      <w:tr w:rsidR="001A4260" w14:paraId="61719CA5" w14:textId="77777777" w:rsidTr="001A4260">
        <w:tc>
          <w:tcPr>
            <w:tcW w:w="4786" w:type="dxa"/>
          </w:tcPr>
          <w:p w14:paraId="61719CA3" w14:textId="77777777" w:rsidR="001A4260" w:rsidRDefault="001A4260" w:rsidP="001A4260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425" w:type="dxa"/>
          </w:tcPr>
          <w:p w14:paraId="61719CA4" w14:textId="77777777" w:rsidR="001A4260" w:rsidRDefault="001A4260" w:rsidP="0084562D">
            <w:pPr>
              <w:widowControl/>
              <w:suppressAutoHyphens w:val="0"/>
              <w:spacing w:line="240" w:lineRule="auto"/>
              <w:jc w:val="left"/>
            </w:pPr>
          </w:p>
        </w:tc>
      </w:tr>
    </w:tbl>
    <w:p w14:paraId="61719CA6" w14:textId="77777777" w:rsidR="001A4260" w:rsidRDefault="001A4260" w:rsidP="0084562D">
      <w:pPr>
        <w:widowControl/>
        <w:suppressAutoHyphens w:val="0"/>
        <w:spacing w:line="240" w:lineRule="auto"/>
        <w:jc w:val="left"/>
      </w:pPr>
    </w:p>
    <w:p w14:paraId="61719CA7" w14:textId="77777777" w:rsidR="001A4260" w:rsidRPr="00BD078E" w:rsidRDefault="001A4260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8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275135" w14:textId="77777777" w:rsidR="007A2D00" w:rsidRDefault="007A2D00" w:rsidP="00DF44DF">
      <w:r>
        <w:separator/>
      </w:r>
    </w:p>
  </w:endnote>
  <w:endnote w:type="continuationSeparator" w:id="0">
    <w:p w14:paraId="58AAFF8B" w14:textId="77777777" w:rsidR="007A2D00" w:rsidRDefault="007A2D00" w:rsidP="00DF44DF">
      <w:r>
        <w:continuationSeparator/>
      </w:r>
    </w:p>
  </w:endnote>
  <w:endnote w:type="continuationNotice" w:id="1">
    <w:p w14:paraId="1746F888" w14:textId="77777777" w:rsidR="007A2D00" w:rsidRDefault="007A2D0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C9DC9E" w14:textId="77777777" w:rsidR="007A2D00" w:rsidRDefault="007A2D00" w:rsidP="00DF44DF">
      <w:r>
        <w:separator/>
      </w:r>
    </w:p>
  </w:footnote>
  <w:footnote w:type="continuationSeparator" w:id="0">
    <w:p w14:paraId="4BD65949" w14:textId="77777777" w:rsidR="007A2D00" w:rsidRDefault="007A2D00" w:rsidP="00DF44DF">
      <w:r>
        <w:continuationSeparator/>
      </w:r>
    </w:p>
  </w:footnote>
  <w:footnote w:type="continuationNotice" w:id="1">
    <w:p w14:paraId="2A93F6ED" w14:textId="77777777" w:rsidR="007A2D00" w:rsidRDefault="007A2D0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19CAC" w14:textId="77777777" w:rsidR="00110BCA" w:rsidRDefault="00110BCA" w:rsidP="00110BCA">
    <w:pPr>
      <w:pStyle w:val="Jalus1"/>
      <w:jc w:val="center"/>
    </w:pPr>
  </w:p>
  <w:p w14:paraId="61719CAD" w14:textId="77777777" w:rsidR="00110BCA" w:rsidRDefault="00110BCA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26A"/>
    <w:rsid w:val="00017C88"/>
    <w:rsid w:val="0004665A"/>
    <w:rsid w:val="00050BC5"/>
    <w:rsid w:val="00060947"/>
    <w:rsid w:val="00073127"/>
    <w:rsid w:val="000913FC"/>
    <w:rsid w:val="0009691F"/>
    <w:rsid w:val="000E4F8D"/>
    <w:rsid w:val="00110BCA"/>
    <w:rsid w:val="00124999"/>
    <w:rsid w:val="001A4260"/>
    <w:rsid w:val="001A7D04"/>
    <w:rsid w:val="001B434F"/>
    <w:rsid w:val="001D4CFB"/>
    <w:rsid w:val="002008A2"/>
    <w:rsid w:val="0022269C"/>
    <w:rsid w:val="0026456A"/>
    <w:rsid w:val="002835BB"/>
    <w:rsid w:val="00293449"/>
    <w:rsid w:val="002A37BA"/>
    <w:rsid w:val="002F254F"/>
    <w:rsid w:val="00302E14"/>
    <w:rsid w:val="00306688"/>
    <w:rsid w:val="00354059"/>
    <w:rsid w:val="00394DCB"/>
    <w:rsid w:val="003B2A9C"/>
    <w:rsid w:val="003D76F1"/>
    <w:rsid w:val="00422A99"/>
    <w:rsid w:val="00435A13"/>
    <w:rsid w:val="0044084D"/>
    <w:rsid w:val="00464EA9"/>
    <w:rsid w:val="00481CA4"/>
    <w:rsid w:val="004A3512"/>
    <w:rsid w:val="004B526A"/>
    <w:rsid w:val="004C1391"/>
    <w:rsid w:val="004D7069"/>
    <w:rsid w:val="0050252A"/>
    <w:rsid w:val="005031FE"/>
    <w:rsid w:val="00546204"/>
    <w:rsid w:val="00546E39"/>
    <w:rsid w:val="00551E24"/>
    <w:rsid w:val="00557534"/>
    <w:rsid w:val="00560A92"/>
    <w:rsid w:val="0056160C"/>
    <w:rsid w:val="00564569"/>
    <w:rsid w:val="00566D45"/>
    <w:rsid w:val="005927C1"/>
    <w:rsid w:val="005B5CE1"/>
    <w:rsid w:val="005D3CB0"/>
    <w:rsid w:val="005E3AED"/>
    <w:rsid w:val="005E45BB"/>
    <w:rsid w:val="00602834"/>
    <w:rsid w:val="00624E28"/>
    <w:rsid w:val="00647669"/>
    <w:rsid w:val="0067467E"/>
    <w:rsid w:val="00680609"/>
    <w:rsid w:val="006C78D0"/>
    <w:rsid w:val="006E16BD"/>
    <w:rsid w:val="006F3BB9"/>
    <w:rsid w:val="006F65D2"/>
    <w:rsid w:val="006F72D7"/>
    <w:rsid w:val="007056E1"/>
    <w:rsid w:val="0070684C"/>
    <w:rsid w:val="00713327"/>
    <w:rsid w:val="0075695A"/>
    <w:rsid w:val="0076054B"/>
    <w:rsid w:val="00793A3C"/>
    <w:rsid w:val="007A1DE8"/>
    <w:rsid w:val="007A2D00"/>
    <w:rsid w:val="007C6272"/>
    <w:rsid w:val="007D2BF1"/>
    <w:rsid w:val="007D54FC"/>
    <w:rsid w:val="007F55B0"/>
    <w:rsid w:val="008145F3"/>
    <w:rsid w:val="00816877"/>
    <w:rsid w:val="00835858"/>
    <w:rsid w:val="0084562D"/>
    <w:rsid w:val="008919F2"/>
    <w:rsid w:val="0089276C"/>
    <w:rsid w:val="008D4634"/>
    <w:rsid w:val="008F0B50"/>
    <w:rsid w:val="0091786B"/>
    <w:rsid w:val="00932CDE"/>
    <w:rsid w:val="009370A4"/>
    <w:rsid w:val="009709A8"/>
    <w:rsid w:val="00976F7E"/>
    <w:rsid w:val="009C12AA"/>
    <w:rsid w:val="009C4E97"/>
    <w:rsid w:val="009E7F4A"/>
    <w:rsid w:val="00A10E66"/>
    <w:rsid w:val="00A1244E"/>
    <w:rsid w:val="00A14D83"/>
    <w:rsid w:val="00A31EE6"/>
    <w:rsid w:val="00AB2A2F"/>
    <w:rsid w:val="00AD2EA7"/>
    <w:rsid w:val="00AE7DDE"/>
    <w:rsid w:val="00AF3210"/>
    <w:rsid w:val="00B12336"/>
    <w:rsid w:val="00B81632"/>
    <w:rsid w:val="00B834BD"/>
    <w:rsid w:val="00BC1A62"/>
    <w:rsid w:val="00BD078E"/>
    <w:rsid w:val="00BD3CCF"/>
    <w:rsid w:val="00BF1DEF"/>
    <w:rsid w:val="00BF4D7C"/>
    <w:rsid w:val="00C24F66"/>
    <w:rsid w:val="00C27B07"/>
    <w:rsid w:val="00C41FC5"/>
    <w:rsid w:val="00C737AA"/>
    <w:rsid w:val="00C83346"/>
    <w:rsid w:val="00C90E39"/>
    <w:rsid w:val="00CA583B"/>
    <w:rsid w:val="00CA5F0B"/>
    <w:rsid w:val="00CC5642"/>
    <w:rsid w:val="00CF2B77"/>
    <w:rsid w:val="00CF4303"/>
    <w:rsid w:val="00D22F4E"/>
    <w:rsid w:val="00D40650"/>
    <w:rsid w:val="00D4365B"/>
    <w:rsid w:val="00D559F8"/>
    <w:rsid w:val="00D66EEF"/>
    <w:rsid w:val="00D8202D"/>
    <w:rsid w:val="00D82747"/>
    <w:rsid w:val="00D95622"/>
    <w:rsid w:val="00DB573E"/>
    <w:rsid w:val="00DE2090"/>
    <w:rsid w:val="00DF44DF"/>
    <w:rsid w:val="00E023F6"/>
    <w:rsid w:val="00E03DBB"/>
    <w:rsid w:val="00E576CA"/>
    <w:rsid w:val="00E6194D"/>
    <w:rsid w:val="00EC5AB8"/>
    <w:rsid w:val="00EE4FCE"/>
    <w:rsid w:val="00F122D1"/>
    <w:rsid w:val="00F21C04"/>
    <w:rsid w:val="00F25A4E"/>
    <w:rsid w:val="00F44A62"/>
    <w:rsid w:val="00F5446C"/>
    <w:rsid w:val="00F73D45"/>
    <w:rsid w:val="00F9645B"/>
    <w:rsid w:val="00FC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1719C84"/>
  <w15:docId w15:val="{23E6A1AC-2591-4B59-A904-8585B974E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Kontuurtabel">
    <w:name w:val="Table Grid"/>
    <w:basedOn w:val="Normaaltabe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aaltabel"/>
    <w:next w:val="Kontuurtabel"/>
    <w:uiPriority w:val="39"/>
    <w:rsid w:val="00F21C0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iinaalavere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403310322\AppData\Local\Microsoft\Windows\INetCache\IE\Q6MDBFIY\Lisa%203%20N&#245;ustumus%20pakkumusele%20mal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B1BF5A51-0C17-4E4C-9A80-291082B81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Lisa 3 Nõustumus pakkumusele mall</Template>
  <TotalTime>1</TotalTime>
  <Pages>1</Pages>
  <Words>214</Words>
  <Characters>1243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Kersti Ringmets</dc:creator>
  <cp:lastModifiedBy>Tiina</cp:lastModifiedBy>
  <cp:revision>2</cp:revision>
  <cp:lastPrinted>2014-04-02T13:57:00Z</cp:lastPrinted>
  <dcterms:created xsi:type="dcterms:W3CDTF">2023-03-25T05:20:00Z</dcterms:created>
  <dcterms:modified xsi:type="dcterms:W3CDTF">2023-03-25T05:20:00Z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</Properties>
</file>